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A33DC0" w14:textId="77777777" w:rsidR="002F060E" w:rsidRDefault="002F060E">
      <w:pPr>
        <w:rPr>
          <w:sz w:val="24"/>
        </w:rPr>
      </w:pPr>
    </w:p>
    <w:p w14:paraId="5F84B2C9" w14:textId="77777777" w:rsidR="002F060E" w:rsidRDefault="002F060E">
      <w:pPr>
        <w:rPr>
          <w:sz w:val="24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070"/>
        <w:gridCol w:w="912"/>
        <w:gridCol w:w="1639"/>
        <w:gridCol w:w="65"/>
        <w:gridCol w:w="482"/>
        <w:gridCol w:w="1456"/>
      </w:tblGrid>
      <w:tr w:rsidR="006F061F" w:rsidRPr="00F037C2" w14:paraId="23DA6043" w14:textId="77777777" w:rsidTr="002F060E">
        <w:tc>
          <w:tcPr>
            <w:tcW w:w="5070" w:type="dxa"/>
            <w:vAlign w:val="center"/>
          </w:tcPr>
          <w:p w14:paraId="00CBA02A" w14:textId="1D301DE1" w:rsidR="006F061F" w:rsidRPr="007C48F9" w:rsidRDefault="004940CC" w:rsidP="0075048C">
            <w:pPr>
              <w:tabs>
                <w:tab w:val="left" w:pos="723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Elle Tamm </w:t>
            </w:r>
            <w:r w:rsidR="00AD7C07">
              <w:rPr>
                <w:sz w:val="24"/>
                <w:szCs w:val="24"/>
              </w:rPr>
              <w:t xml:space="preserve"> </w:t>
            </w:r>
            <w:r w:rsidR="006A6BFB">
              <w:rPr>
                <w:sz w:val="24"/>
                <w:szCs w:val="24"/>
              </w:rPr>
              <w:t xml:space="preserve"> </w:t>
            </w:r>
          </w:p>
        </w:tc>
        <w:tc>
          <w:tcPr>
            <w:tcW w:w="912" w:type="dxa"/>
            <w:vAlign w:val="center"/>
          </w:tcPr>
          <w:p w14:paraId="1ECC2840" w14:textId="77777777" w:rsidR="006F061F" w:rsidRPr="002F060E" w:rsidRDefault="006F061F" w:rsidP="006F061F">
            <w:pPr>
              <w:tabs>
                <w:tab w:val="left" w:pos="7230"/>
              </w:tabs>
              <w:rPr>
                <w:b/>
                <w:bCs/>
                <w:sz w:val="24"/>
                <w:szCs w:val="24"/>
              </w:rPr>
            </w:pPr>
            <w:r w:rsidRPr="002F060E">
              <w:rPr>
                <w:b/>
                <w:bCs/>
                <w:sz w:val="24"/>
                <w:szCs w:val="24"/>
              </w:rPr>
              <w:t>Teie:</w:t>
            </w:r>
          </w:p>
        </w:tc>
        <w:tc>
          <w:tcPr>
            <w:tcW w:w="1639" w:type="dxa"/>
            <w:tcBorders>
              <w:bottom w:val="dotted" w:sz="4" w:space="0" w:color="auto"/>
            </w:tcBorders>
            <w:vAlign w:val="center"/>
          </w:tcPr>
          <w:p w14:paraId="1930F38C" w14:textId="77777777" w:rsidR="006F061F" w:rsidRPr="002F060E" w:rsidRDefault="006F061F" w:rsidP="006F061F">
            <w:pPr>
              <w:tabs>
                <w:tab w:val="left" w:pos="723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47" w:type="dxa"/>
            <w:gridSpan w:val="2"/>
            <w:vAlign w:val="center"/>
          </w:tcPr>
          <w:p w14:paraId="05FC0E1A" w14:textId="77777777" w:rsidR="006F061F" w:rsidRPr="002F060E" w:rsidRDefault="006F061F" w:rsidP="006F061F">
            <w:pPr>
              <w:tabs>
                <w:tab w:val="left" w:pos="7230"/>
              </w:tabs>
              <w:rPr>
                <w:b/>
                <w:bCs/>
                <w:sz w:val="24"/>
                <w:szCs w:val="24"/>
              </w:rPr>
            </w:pPr>
            <w:r w:rsidRPr="002F060E">
              <w:rPr>
                <w:b/>
                <w:bCs/>
                <w:sz w:val="24"/>
                <w:szCs w:val="24"/>
              </w:rPr>
              <w:t>nr.</w:t>
            </w:r>
          </w:p>
        </w:tc>
        <w:tc>
          <w:tcPr>
            <w:tcW w:w="1456" w:type="dxa"/>
            <w:tcBorders>
              <w:bottom w:val="dotted" w:sz="4" w:space="0" w:color="auto"/>
            </w:tcBorders>
            <w:vAlign w:val="center"/>
          </w:tcPr>
          <w:p w14:paraId="31B5BB2C" w14:textId="77777777" w:rsidR="006F061F" w:rsidRPr="002F060E" w:rsidRDefault="006F061F" w:rsidP="006F061F">
            <w:pPr>
              <w:tabs>
                <w:tab w:val="left" w:pos="7230"/>
              </w:tabs>
              <w:rPr>
                <w:sz w:val="24"/>
                <w:szCs w:val="24"/>
              </w:rPr>
            </w:pPr>
            <w:r w:rsidRPr="002F060E">
              <w:rPr>
                <w:sz w:val="24"/>
                <w:szCs w:val="24"/>
              </w:rPr>
              <w:t>-</w:t>
            </w:r>
          </w:p>
        </w:tc>
      </w:tr>
      <w:tr w:rsidR="006F061F" w:rsidRPr="00F037C2" w14:paraId="287880A4" w14:textId="77777777" w:rsidTr="002F060E">
        <w:tc>
          <w:tcPr>
            <w:tcW w:w="5070" w:type="dxa"/>
            <w:vAlign w:val="center"/>
          </w:tcPr>
          <w:p w14:paraId="0BABC14C" w14:textId="5341C98F" w:rsidR="006F061F" w:rsidRPr="007C48F9" w:rsidRDefault="005B3471" w:rsidP="00475AB1">
            <w:pPr>
              <w:tabs>
                <w:tab w:val="left" w:pos="723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Transpordiamet</w:t>
            </w:r>
          </w:p>
        </w:tc>
        <w:tc>
          <w:tcPr>
            <w:tcW w:w="912" w:type="dxa"/>
            <w:vAlign w:val="center"/>
          </w:tcPr>
          <w:p w14:paraId="57233F5C" w14:textId="77777777" w:rsidR="006F061F" w:rsidRPr="002F060E" w:rsidRDefault="006F061F" w:rsidP="006F061F">
            <w:pPr>
              <w:tabs>
                <w:tab w:val="left" w:pos="7230"/>
              </w:tabs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39" w:type="dxa"/>
            <w:tcBorders>
              <w:top w:val="dotted" w:sz="4" w:space="0" w:color="auto"/>
            </w:tcBorders>
            <w:vAlign w:val="center"/>
          </w:tcPr>
          <w:p w14:paraId="7E429E32" w14:textId="77777777" w:rsidR="006F061F" w:rsidRPr="002F060E" w:rsidRDefault="006F061F" w:rsidP="006F061F">
            <w:pPr>
              <w:tabs>
                <w:tab w:val="left" w:pos="7230"/>
              </w:tabs>
              <w:rPr>
                <w:sz w:val="24"/>
                <w:szCs w:val="24"/>
              </w:rPr>
            </w:pPr>
          </w:p>
        </w:tc>
        <w:tc>
          <w:tcPr>
            <w:tcW w:w="547" w:type="dxa"/>
            <w:gridSpan w:val="2"/>
            <w:vAlign w:val="center"/>
          </w:tcPr>
          <w:p w14:paraId="5CBBF0BA" w14:textId="77777777" w:rsidR="006F061F" w:rsidRPr="002F060E" w:rsidRDefault="006F061F" w:rsidP="006F061F">
            <w:pPr>
              <w:tabs>
                <w:tab w:val="left" w:pos="7230"/>
              </w:tabs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56" w:type="dxa"/>
            <w:tcBorders>
              <w:top w:val="dotted" w:sz="4" w:space="0" w:color="auto"/>
            </w:tcBorders>
            <w:vAlign w:val="center"/>
          </w:tcPr>
          <w:p w14:paraId="310F067C" w14:textId="77777777" w:rsidR="006F061F" w:rsidRPr="002F060E" w:rsidRDefault="006F061F" w:rsidP="006F061F">
            <w:pPr>
              <w:tabs>
                <w:tab w:val="left" w:pos="7230"/>
              </w:tabs>
              <w:rPr>
                <w:sz w:val="24"/>
                <w:szCs w:val="24"/>
              </w:rPr>
            </w:pPr>
          </w:p>
        </w:tc>
      </w:tr>
      <w:tr w:rsidR="006F061F" w:rsidRPr="00F037C2" w14:paraId="43788FED" w14:textId="77777777" w:rsidTr="002F060E">
        <w:tc>
          <w:tcPr>
            <w:tcW w:w="5070" w:type="dxa"/>
            <w:vAlign w:val="center"/>
          </w:tcPr>
          <w:p w14:paraId="31EBD2E5" w14:textId="077947D5" w:rsidR="006F061F" w:rsidRPr="007C48F9" w:rsidRDefault="005B3471" w:rsidP="0075048C">
            <w:pPr>
              <w:tabs>
                <w:tab w:val="left" w:pos="723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Valge 4</w:t>
            </w:r>
          </w:p>
        </w:tc>
        <w:tc>
          <w:tcPr>
            <w:tcW w:w="912" w:type="dxa"/>
            <w:vAlign w:val="center"/>
          </w:tcPr>
          <w:p w14:paraId="3F066153" w14:textId="77777777" w:rsidR="006F061F" w:rsidRPr="002F060E" w:rsidRDefault="006F061F" w:rsidP="006F061F">
            <w:pPr>
              <w:tabs>
                <w:tab w:val="left" w:pos="7230"/>
              </w:tabs>
              <w:rPr>
                <w:b/>
                <w:bCs/>
                <w:sz w:val="24"/>
                <w:szCs w:val="24"/>
              </w:rPr>
            </w:pPr>
            <w:r w:rsidRPr="002F060E">
              <w:rPr>
                <w:b/>
                <w:bCs/>
                <w:sz w:val="24"/>
                <w:szCs w:val="24"/>
              </w:rPr>
              <w:t>Meie:</w:t>
            </w:r>
          </w:p>
        </w:tc>
        <w:tc>
          <w:tcPr>
            <w:tcW w:w="1639" w:type="dxa"/>
            <w:tcBorders>
              <w:bottom w:val="dotted" w:sz="4" w:space="0" w:color="auto"/>
            </w:tcBorders>
            <w:vAlign w:val="center"/>
          </w:tcPr>
          <w:p w14:paraId="72D08797" w14:textId="669C5673" w:rsidR="006F061F" w:rsidRPr="002F060E" w:rsidRDefault="00475107" w:rsidP="00B23DAE">
            <w:pPr>
              <w:tabs>
                <w:tab w:val="left" w:pos="723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5B3471">
              <w:rPr>
                <w:sz w:val="24"/>
                <w:szCs w:val="24"/>
              </w:rPr>
              <w:t>0</w:t>
            </w:r>
            <w:r w:rsidR="00BD5145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08</w:t>
            </w:r>
            <w:r w:rsidR="00BD5145">
              <w:rPr>
                <w:sz w:val="24"/>
                <w:szCs w:val="24"/>
              </w:rPr>
              <w:t>.20</w:t>
            </w:r>
            <w:r w:rsidR="005B3471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547" w:type="dxa"/>
            <w:gridSpan w:val="2"/>
            <w:vAlign w:val="center"/>
          </w:tcPr>
          <w:p w14:paraId="44EE8EE9" w14:textId="77777777" w:rsidR="006F061F" w:rsidRPr="002F060E" w:rsidRDefault="006F061F" w:rsidP="006F061F">
            <w:pPr>
              <w:tabs>
                <w:tab w:val="left" w:pos="7230"/>
              </w:tabs>
              <w:rPr>
                <w:b/>
                <w:bCs/>
                <w:sz w:val="24"/>
                <w:szCs w:val="24"/>
              </w:rPr>
            </w:pPr>
            <w:r w:rsidRPr="002F060E">
              <w:rPr>
                <w:b/>
                <w:bCs/>
                <w:sz w:val="24"/>
                <w:szCs w:val="24"/>
              </w:rPr>
              <w:t>nr.</w:t>
            </w:r>
          </w:p>
        </w:tc>
        <w:tc>
          <w:tcPr>
            <w:tcW w:w="1456" w:type="dxa"/>
            <w:tcBorders>
              <w:bottom w:val="dotted" w:sz="4" w:space="0" w:color="auto"/>
            </w:tcBorders>
            <w:vAlign w:val="center"/>
          </w:tcPr>
          <w:p w14:paraId="0EED5F95" w14:textId="17306F3D" w:rsidR="006F061F" w:rsidRPr="002F060E" w:rsidRDefault="00B23DAE" w:rsidP="0075048C">
            <w:pPr>
              <w:tabs>
                <w:tab w:val="left" w:pos="723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475AB1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1</w:t>
            </w:r>
            <w:r w:rsidR="00475AB1">
              <w:rPr>
                <w:sz w:val="24"/>
                <w:szCs w:val="24"/>
              </w:rPr>
              <w:t>-</w:t>
            </w:r>
            <w:r w:rsidR="005B3471">
              <w:rPr>
                <w:sz w:val="24"/>
                <w:szCs w:val="24"/>
              </w:rPr>
              <w:t>5</w:t>
            </w:r>
            <w:r w:rsidR="00475107">
              <w:rPr>
                <w:sz w:val="24"/>
                <w:szCs w:val="24"/>
              </w:rPr>
              <w:t>0</w:t>
            </w:r>
          </w:p>
        </w:tc>
      </w:tr>
      <w:tr w:rsidR="006F061F" w:rsidRPr="00F037C2" w14:paraId="7BF684E9" w14:textId="77777777" w:rsidTr="002F060E">
        <w:tc>
          <w:tcPr>
            <w:tcW w:w="5070" w:type="dxa"/>
            <w:vAlign w:val="center"/>
          </w:tcPr>
          <w:p w14:paraId="53FA2DCF" w14:textId="38C43D56" w:rsidR="00475AB1" w:rsidRPr="007C48F9" w:rsidRDefault="005B3471" w:rsidP="005B3471">
            <w:pPr>
              <w:tabs>
                <w:tab w:val="left" w:pos="723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11413 </w:t>
            </w:r>
            <w:r w:rsidR="00AD7C07">
              <w:rPr>
                <w:sz w:val="24"/>
                <w:szCs w:val="24"/>
              </w:rPr>
              <w:t xml:space="preserve">Tallinn </w:t>
            </w:r>
            <w:r w:rsidR="00DB4DB5">
              <w:rPr>
                <w:sz w:val="24"/>
                <w:szCs w:val="24"/>
              </w:rPr>
              <w:t xml:space="preserve"> </w:t>
            </w:r>
          </w:p>
        </w:tc>
        <w:tc>
          <w:tcPr>
            <w:tcW w:w="912" w:type="dxa"/>
            <w:vAlign w:val="center"/>
          </w:tcPr>
          <w:p w14:paraId="3FBC4707" w14:textId="77777777" w:rsidR="006F061F" w:rsidRPr="00F037C2" w:rsidRDefault="006F061F" w:rsidP="006F061F">
            <w:pPr>
              <w:tabs>
                <w:tab w:val="left" w:pos="7230"/>
              </w:tabs>
              <w:rPr>
                <w:b/>
                <w:bCs/>
              </w:rPr>
            </w:pPr>
          </w:p>
        </w:tc>
        <w:tc>
          <w:tcPr>
            <w:tcW w:w="1704" w:type="dxa"/>
            <w:gridSpan w:val="2"/>
            <w:tcBorders>
              <w:top w:val="dotted" w:sz="4" w:space="0" w:color="auto"/>
            </w:tcBorders>
            <w:vAlign w:val="center"/>
          </w:tcPr>
          <w:p w14:paraId="34FDA672" w14:textId="77777777" w:rsidR="006F061F" w:rsidRPr="00F037C2" w:rsidRDefault="006F061F" w:rsidP="006F061F">
            <w:pPr>
              <w:tabs>
                <w:tab w:val="left" w:pos="7230"/>
              </w:tabs>
            </w:pPr>
          </w:p>
        </w:tc>
        <w:tc>
          <w:tcPr>
            <w:tcW w:w="482" w:type="dxa"/>
            <w:vAlign w:val="center"/>
          </w:tcPr>
          <w:p w14:paraId="01E72129" w14:textId="77777777" w:rsidR="006F061F" w:rsidRPr="00F037C2" w:rsidRDefault="006F061F" w:rsidP="006F061F">
            <w:pPr>
              <w:tabs>
                <w:tab w:val="left" w:pos="7230"/>
              </w:tabs>
              <w:rPr>
                <w:b/>
                <w:bCs/>
              </w:rPr>
            </w:pPr>
          </w:p>
        </w:tc>
        <w:tc>
          <w:tcPr>
            <w:tcW w:w="1456" w:type="dxa"/>
            <w:tcBorders>
              <w:top w:val="dotted" w:sz="4" w:space="0" w:color="auto"/>
            </w:tcBorders>
            <w:vAlign w:val="center"/>
          </w:tcPr>
          <w:p w14:paraId="1AEFC8C9" w14:textId="77777777" w:rsidR="006F061F" w:rsidRPr="00F037C2" w:rsidRDefault="006F061F" w:rsidP="006F061F">
            <w:pPr>
              <w:tabs>
                <w:tab w:val="left" w:pos="7230"/>
              </w:tabs>
            </w:pPr>
          </w:p>
        </w:tc>
      </w:tr>
    </w:tbl>
    <w:p w14:paraId="3B55D0D6" w14:textId="77777777" w:rsidR="002F060E" w:rsidRDefault="002F060E" w:rsidP="002F060E">
      <w:pPr>
        <w:rPr>
          <w:sz w:val="24"/>
          <w:szCs w:val="24"/>
        </w:rPr>
      </w:pPr>
    </w:p>
    <w:p w14:paraId="663974B0" w14:textId="77777777" w:rsidR="00475AB1" w:rsidRPr="002F060E" w:rsidRDefault="00475AB1" w:rsidP="002F060E">
      <w:pPr>
        <w:rPr>
          <w:sz w:val="24"/>
          <w:szCs w:val="24"/>
        </w:rPr>
      </w:pPr>
    </w:p>
    <w:p w14:paraId="051087ED" w14:textId="4ADF934E" w:rsidR="006F061F" w:rsidRDefault="00475AB1" w:rsidP="006F061F">
      <w:pPr>
        <w:pStyle w:val="Kehatekst"/>
        <w:rPr>
          <w:sz w:val="24"/>
        </w:rPr>
      </w:pPr>
      <w:r>
        <w:rPr>
          <w:sz w:val="24"/>
        </w:rPr>
        <w:t xml:space="preserve">Täitmistagatise </w:t>
      </w:r>
      <w:r w:rsidR="00475107">
        <w:rPr>
          <w:sz w:val="24"/>
        </w:rPr>
        <w:t xml:space="preserve">tagastamine </w:t>
      </w:r>
    </w:p>
    <w:p w14:paraId="1D48FFFF" w14:textId="77777777" w:rsidR="00475107" w:rsidRDefault="00475107" w:rsidP="006F061F">
      <w:pPr>
        <w:pStyle w:val="Kehatekst"/>
        <w:rPr>
          <w:sz w:val="24"/>
        </w:rPr>
      </w:pPr>
    </w:p>
    <w:p w14:paraId="663B3ADB" w14:textId="77777777" w:rsidR="00475AB1" w:rsidRDefault="00475AB1" w:rsidP="006F061F">
      <w:pPr>
        <w:pStyle w:val="Kehatekst"/>
        <w:rPr>
          <w:sz w:val="24"/>
        </w:rPr>
      </w:pPr>
    </w:p>
    <w:p w14:paraId="094DC066" w14:textId="77777777" w:rsidR="00475AB1" w:rsidRDefault="00475AB1" w:rsidP="006F061F">
      <w:pPr>
        <w:pStyle w:val="Kehatekst"/>
        <w:rPr>
          <w:b w:val="0"/>
          <w:sz w:val="24"/>
        </w:rPr>
      </w:pPr>
      <w:r>
        <w:rPr>
          <w:b w:val="0"/>
          <w:sz w:val="24"/>
        </w:rPr>
        <w:t xml:space="preserve">Lugupeetud </w:t>
      </w:r>
      <w:r w:rsidR="00AD7C07">
        <w:rPr>
          <w:b w:val="0"/>
          <w:sz w:val="24"/>
        </w:rPr>
        <w:t xml:space="preserve">Tellija esindaja </w:t>
      </w:r>
    </w:p>
    <w:p w14:paraId="06DABE8F" w14:textId="77777777" w:rsidR="00475AB1" w:rsidRDefault="00475AB1" w:rsidP="006F061F">
      <w:pPr>
        <w:pStyle w:val="Kehatekst"/>
        <w:rPr>
          <w:b w:val="0"/>
          <w:sz w:val="24"/>
        </w:rPr>
      </w:pPr>
    </w:p>
    <w:p w14:paraId="10CD1B97" w14:textId="77777777" w:rsidR="00634534" w:rsidRDefault="00634534" w:rsidP="006F061F">
      <w:pPr>
        <w:pStyle w:val="Kehatekst"/>
        <w:rPr>
          <w:b w:val="0"/>
          <w:sz w:val="24"/>
        </w:rPr>
      </w:pPr>
    </w:p>
    <w:p w14:paraId="27A826B4" w14:textId="03AACC8F" w:rsidR="002279AF" w:rsidRDefault="00475AB1" w:rsidP="006F061F">
      <w:pPr>
        <w:pStyle w:val="Kehatekst"/>
        <w:rPr>
          <w:b w:val="0"/>
          <w:sz w:val="24"/>
        </w:rPr>
      </w:pPr>
      <w:r>
        <w:rPr>
          <w:b w:val="0"/>
          <w:sz w:val="24"/>
        </w:rPr>
        <w:t>Vastavalt meie vahel sõlmitu</w:t>
      </w:r>
      <w:r w:rsidR="00B23DAE">
        <w:rPr>
          <w:b w:val="0"/>
          <w:sz w:val="24"/>
        </w:rPr>
        <w:t xml:space="preserve">d </w:t>
      </w:r>
      <w:r w:rsidR="00DB4DB5">
        <w:rPr>
          <w:b w:val="0"/>
          <w:sz w:val="24"/>
        </w:rPr>
        <w:t xml:space="preserve">projekteerimise </w:t>
      </w:r>
      <w:r w:rsidR="00B23DAE">
        <w:rPr>
          <w:b w:val="0"/>
          <w:sz w:val="24"/>
        </w:rPr>
        <w:t>töövõtulepingu nr 1-</w:t>
      </w:r>
      <w:r w:rsidR="00AD7C07">
        <w:rPr>
          <w:b w:val="0"/>
          <w:sz w:val="24"/>
        </w:rPr>
        <w:t>9/</w:t>
      </w:r>
      <w:r w:rsidR="005B3471">
        <w:rPr>
          <w:b w:val="0"/>
          <w:sz w:val="24"/>
        </w:rPr>
        <w:t>20</w:t>
      </w:r>
      <w:r w:rsidR="00AD7C07">
        <w:rPr>
          <w:b w:val="0"/>
          <w:sz w:val="24"/>
        </w:rPr>
        <w:t>/0</w:t>
      </w:r>
      <w:r w:rsidR="004940CC">
        <w:rPr>
          <w:b w:val="0"/>
          <w:sz w:val="24"/>
        </w:rPr>
        <w:t>938-</w:t>
      </w:r>
      <w:r w:rsidR="00AD7C07">
        <w:rPr>
          <w:b w:val="0"/>
          <w:sz w:val="24"/>
        </w:rPr>
        <w:t xml:space="preserve">1 </w:t>
      </w:r>
      <w:r w:rsidR="004940CC">
        <w:rPr>
          <w:b w:val="0"/>
          <w:sz w:val="24"/>
        </w:rPr>
        <w:t>04</w:t>
      </w:r>
      <w:r>
        <w:rPr>
          <w:b w:val="0"/>
          <w:sz w:val="24"/>
        </w:rPr>
        <w:t>.0</w:t>
      </w:r>
      <w:r w:rsidR="004940CC">
        <w:rPr>
          <w:b w:val="0"/>
          <w:sz w:val="24"/>
        </w:rPr>
        <w:t>5</w:t>
      </w:r>
      <w:r>
        <w:rPr>
          <w:b w:val="0"/>
          <w:sz w:val="24"/>
        </w:rPr>
        <w:t>.20</w:t>
      </w:r>
      <w:r w:rsidR="005B3471">
        <w:rPr>
          <w:b w:val="0"/>
          <w:sz w:val="24"/>
        </w:rPr>
        <w:t>20</w:t>
      </w:r>
      <w:r>
        <w:rPr>
          <w:b w:val="0"/>
          <w:sz w:val="24"/>
        </w:rPr>
        <w:t xml:space="preserve"> </w:t>
      </w:r>
    </w:p>
    <w:p w14:paraId="78E19FBA" w14:textId="035BCC39" w:rsidR="00475AB1" w:rsidRDefault="002279AF" w:rsidP="006F061F">
      <w:pPr>
        <w:pStyle w:val="Kehatekst"/>
        <w:rPr>
          <w:b w:val="0"/>
          <w:sz w:val="24"/>
        </w:rPr>
      </w:pPr>
      <w:r>
        <w:rPr>
          <w:b w:val="0"/>
          <w:sz w:val="24"/>
        </w:rPr>
        <w:t>(</w:t>
      </w:r>
      <w:r w:rsidR="004940CC" w:rsidRPr="00953C4D">
        <w:rPr>
          <w:sz w:val="24"/>
          <w:szCs w:val="24"/>
        </w:rPr>
        <w:t>Vana-Narva mnt ja Saha-Loo tee eelprojekti</w:t>
      </w:r>
      <w:r w:rsidR="004940CC" w:rsidRPr="00475107">
        <w:rPr>
          <w:sz w:val="24"/>
          <w:szCs w:val="24"/>
        </w:rPr>
        <w:t xml:space="preserve"> koostamine</w:t>
      </w:r>
      <w:r w:rsidRPr="002279AF">
        <w:rPr>
          <w:b w:val="0"/>
        </w:rPr>
        <w:t>)</w:t>
      </w:r>
      <w:r>
        <w:t xml:space="preserve"> </w:t>
      </w:r>
      <w:r w:rsidR="00475AB1">
        <w:rPr>
          <w:b w:val="0"/>
          <w:sz w:val="24"/>
        </w:rPr>
        <w:t xml:space="preserve">punktile 7 kandsime Rahandusministeeriumi arveldusarvele </w:t>
      </w:r>
      <w:r w:rsidR="004940CC" w:rsidRPr="004940CC">
        <w:rPr>
          <w:b w:val="0"/>
          <w:sz w:val="24"/>
        </w:rPr>
        <w:t xml:space="preserve">EE891010220034796011 </w:t>
      </w:r>
      <w:r w:rsidR="004940CC">
        <w:rPr>
          <w:b w:val="0"/>
          <w:sz w:val="24"/>
        </w:rPr>
        <w:t xml:space="preserve"> v</w:t>
      </w:r>
      <w:r w:rsidR="00B23DAE">
        <w:rPr>
          <w:b w:val="0"/>
          <w:sz w:val="24"/>
        </w:rPr>
        <w:t>iitenumbriga 2</w:t>
      </w:r>
      <w:r w:rsidR="003A23C0">
        <w:rPr>
          <w:b w:val="0"/>
          <w:sz w:val="24"/>
        </w:rPr>
        <w:t>8</w:t>
      </w:r>
      <w:r w:rsidR="00B23DAE">
        <w:rPr>
          <w:b w:val="0"/>
          <w:sz w:val="24"/>
        </w:rPr>
        <w:t>000</w:t>
      </w:r>
      <w:r w:rsidR="003A23C0">
        <w:rPr>
          <w:b w:val="0"/>
          <w:sz w:val="24"/>
        </w:rPr>
        <w:t>45496</w:t>
      </w:r>
      <w:r w:rsidR="00B23DAE">
        <w:rPr>
          <w:b w:val="0"/>
          <w:sz w:val="24"/>
        </w:rPr>
        <w:t xml:space="preserve"> </w:t>
      </w:r>
      <w:r w:rsidR="004940CC">
        <w:rPr>
          <w:b w:val="0"/>
          <w:sz w:val="24"/>
        </w:rPr>
        <w:t>12</w:t>
      </w:r>
      <w:r w:rsidR="005B3471">
        <w:rPr>
          <w:b w:val="0"/>
          <w:sz w:val="24"/>
        </w:rPr>
        <w:t>.0</w:t>
      </w:r>
      <w:r w:rsidR="004940CC">
        <w:rPr>
          <w:b w:val="0"/>
          <w:sz w:val="24"/>
        </w:rPr>
        <w:t>5</w:t>
      </w:r>
      <w:r w:rsidR="005B3471">
        <w:rPr>
          <w:b w:val="0"/>
          <w:sz w:val="24"/>
        </w:rPr>
        <w:t xml:space="preserve">.2020 </w:t>
      </w:r>
      <w:r w:rsidR="00475AB1">
        <w:rPr>
          <w:b w:val="0"/>
          <w:sz w:val="24"/>
        </w:rPr>
        <w:t xml:space="preserve">summas </w:t>
      </w:r>
      <w:r w:rsidR="005B3471">
        <w:rPr>
          <w:b w:val="0"/>
          <w:sz w:val="24"/>
        </w:rPr>
        <w:t xml:space="preserve">4 </w:t>
      </w:r>
      <w:r w:rsidR="00AD7C07">
        <w:rPr>
          <w:b w:val="0"/>
          <w:sz w:val="24"/>
        </w:rPr>
        <w:t>2</w:t>
      </w:r>
      <w:r w:rsidR="004940CC">
        <w:rPr>
          <w:b w:val="0"/>
          <w:sz w:val="24"/>
        </w:rPr>
        <w:t>43</w:t>
      </w:r>
      <w:r w:rsidR="00AD7C07">
        <w:rPr>
          <w:b w:val="0"/>
          <w:sz w:val="24"/>
        </w:rPr>
        <w:t>,</w:t>
      </w:r>
      <w:r w:rsidR="004940CC">
        <w:rPr>
          <w:b w:val="0"/>
          <w:sz w:val="24"/>
        </w:rPr>
        <w:t>2</w:t>
      </w:r>
      <w:r w:rsidR="00AD7C07">
        <w:rPr>
          <w:b w:val="0"/>
          <w:sz w:val="24"/>
        </w:rPr>
        <w:t xml:space="preserve">0 </w:t>
      </w:r>
      <w:r w:rsidR="00475AB1">
        <w:rPr>
          <w:b w:val="0"/>
          <w:sz w:val="24"/>
        </w:rPr>
        <w:t xml:space="preserve">eurot täitmistagatiseks. </w:t>
      </w:r>
    </w:p>
    <w:p w14:paraId="4D739E78" w14:textId="77777777" w:rsidR="00475107" w:rsidRDefault="00475107" w:rsidP="006F061F">
      <w:pPr>
        <w:pStyle w:val="Kehatekst"/>
        <w:rPr>
          <w:b w:val="0"/>
          <w:sz w:val="24"/>
        </w:rPr>
      </w:pPr>
      <w:r>
        <w:rPr>
          <w:b w:val="0"/>
          <w:sz w:val="24"/>
        </w:rPr>
        <w:t>Lepingu raames sai kasutatud vähendatud täitmistagatist, mis jäi garantiiaegseks tagatiseks. Vastavalt garantiiaegse perioodi lõppemisega ja projekti ehituse realiseerimisega palume kanda Reaalprojekt OÜ arveldusarvele EE291010220037965014 viimane summa 2 121,60 eurot.</w:t>
      </w:r>
    </w:p>
    <w:p w14:paraId="1730996E" w14:textId="77777777" w:rsidR="00475107" w:rsidRDefault="00475107" w:rsidP="006F061F">
      <w:pPr>
        <w:pStyle w:val="Kehatekst"/>
        <w:rPr>
          <w:b w:val="0"/>
          <w:sz w:val="24"/>
        </w:rPr>
      </w:pPr>
    </w:p>
    <w:p w14:paraId="3D43C445" w14:textId="77777777" w:rsidR="00475AB1" w:rsidRDefault="00475AB1" w:rsidP="00BC5C32">
      <w:pPr>
        <w:jc w:val="both"/>
        <w:rPr>
          <w:sz w:val="24"/>
        </w:rPr>
      </w:pPr>
    </w:p>
    <w:p w14:paraId="6BCD6B32" w14:textId="77777777" w:rsidR="00475AB1" w:rsidRDefault="00475AB1" w:rsidP="00BC5C32">
      <w:pPr>
        <w:jc w:val="both"/>
        <w:rPr>
          <w:sz w:val="24"/>
        </w:rPr>
      </w:pPr>
    </w:p>
    <w:p w14:paraId="42965F17" w14:textId="77777777" w:rsidR="00475AB1" w:rsidRDefault="00475AB1" w:rsidP="00BC5C32">
      <w:pPr>
        <w:jc w:val="both"/>
        <w:rPr>
          <w:sz w:val="24"/>
        </w:rPr>
      </w:pPr>
    </w:p>
    <w:p w14:paraId="1DCACE00" w14:textId="77777777" w:rsidR="00BC5C32" w:rsidRDefault="00BC5C32" w:rsidP="00BC5C32">
      <w:pPr>
        <w:jc w:val="both"/>
        <w:rPr>
          <w:sz w:val="24"/>
        </w:rPr>
      </w:pPr>
      <w:r>
        <w:rPr>
          <w:sz w:val="24"/>
        </w:rPr>
        <w:t>Lugupidamisega</w:t>
      </w:r>
    </w:p>
    <w:p w14:paraId="084D84E9" w14:textId="77777777" w:rsidR="00BC5C32" w:rsidRDefault="00BC5C32" w:rsidP="00BC5C32">
      <w:pPr>
        <w:jc w:val="both"/>
        <w:rPr>
          <w:sz w:val="24"/>
        </w:rPr>
      </w:pPr>
    </w:p>
    <w:p w14:paraId="20F086E2" w14:textId="77777777" w:rsidR="00BC5C32" w:rsidRDefault="00BC5C32" w:rsidP="00BC5C32">
      <w:pPr>
        <w:jc w:val="both"/>
        <w:rPr>
          <w:i/>
          <w:sz w:val="24"/>
        </w:rPr>
      </w:pPr>
      <w:r>
        <w:rPr>
          <w:i/>
          <w:sz w:val="24"/>
        </w:rPr>
        <w:t>/allkirjastatud digitaalselt/</w:t>
      </w:r>
    </w:p>
    <w:p w14:paraId="46735455" w14:textId="77777777" w:rsidR="00BC5C32" w:rsidRDefault="00E4062A" w:rsidP="00BC5C32">
      <w:pPr>
        <w:jc w:val="both"/>
        <w:rPr>
          <w:sz w:val="24"/>
        </w:rPr>
      </w:pPr>
      <w:r>
        <w:rPr>
          <w:sz w:val="24"/>
        </w:rPr>
        <w:t xml:space="preserve">Mikk Reier </w:t>
      </w:r>
    </w:p>
    <w:p w14:paraId="51771E9D" w14:textId="77777777" w:rsidR="00BC5C32" w:rsidRDefault="00BC5C32" w:rsidP="00BC5C32">
      <w:pPr>
        <w:rPr>
          <w:sz w:val="24"/>
        </w:rPr>
      </w:pPr>
      <w:r>
        <w:rPr>
          <w:sz w:val="24"/>
        </w:rPr>
        <w:t>Juhatuse liige</w:t>
      </w:r>
    </w:p>
    <w:p w14:paraId="61DE4FCA" w14:textId="77777777" w:rsidR="00E4062A" w:rsidRDefault="00E4062A" w:rsidP="00BC5C32">
      <w:pPr>
        <w:rPr>
          <w:sz w:val="24"/>
        </w:rPr>
      </w:pPr>
    </w:p>
    <w:p w14:paraId="28A7E1A9" w14:textId="77777777" w:rsidR="00E4062A" w:rsidRDefault="00E4062A" w:rsidP="00BC5C32">
      <w:pPr>
        <w:rPr>
          <w:sz w:val="24"/>
        </w:rPr>
      </w:pPr>
    </w:p>
    <w:p w14:paraId="4B88CBBD" w14:textId="77777777" w:rsidR="00E4062A" w:rsidRDefault="00E4062A" w:rsidP="00BC5C32">
      <w:pPr>
        <w:rPr>
          <w:sz w:val="24"/>
        </w:rPr>
      </w:pPr>
    </w:p>
    <w:p w14:paraId="59FCE61A" w14:textId="77777777" w:rsidR="00E4062A" w:rsidRDefault="00E4062A" w:rsidP="00BC5C32">
      <w:pPr>
        <w:rPr>
          <w:sz w:val="24"/>
        </w:rPr>
      </w:pPr>
    </w:p>
    <w:p w14:paraId="5614687B" w14:textId="77777777" w:rsidR="00E4062A" w:rsidRDefault="00E4062A" w:rsidP="00BC5C32">
      <w:pPr>
        <w:rPr>
          <w:sz w:val="24"/>
        </w:rPr>
      </w:pPr>
    </w:p>
    <w:p w14:paraId="67F92C3E" w14:textId="77777777" w:rsidR="00E4062A" w:rsidRDefault="00E4062A" w:rsidP="00BC5C32">
      <w:pPr>
        <w:rPr>
          <w:sz w:val="24"/>
        </w:rPr>
      </w:pPr>
    </w:p>
    <w:p w14:paraId="5D234680" w14:textId="77777777" w:rsidR="00E4062A" w:rsidRDefault="00E4062A" w:rsidP="00BC5C32">
      <w:pPr>
        <w:rPr>
          <w:sz w:val="24"/>
        </w:rPr>
      </w:pPr>
    </w:p>
    <w:p w14:paraId="2D547FA2" w14:textId="77777777" w:rsidR="00E4062A" w:rsidRDefault="00E4062A" w:rsidP="00BC5C32">
      <w:pPr>
        <w:rPr>
          <w:sz w:val="24"/>
        </w:rPr>
      </w:pPr>
    </w:p>
    <w:p w14:paraId="1DB1293E" w14:textId="77777777" w:rsidR="00E4062A" w:rsidRDefault="00E4062A" w:rsidP="00BC5C32">
      <w:pPr>
        <w:rPr>
          <w:sz w:val="24"/>
        </w:rPr>
      </w:pPr>
    </w:p>
    <w:p w14:paraId="3087FCA0" w14:textId="77777777" w:rsidR="00E4062A" w:rsidRDefault="00E4062A" w:rsidP="00BC5C32">
      <w:pPr>
        <w:rPr>
          <w:sz w:val="24"/>
        </w:rPr>
      </w:pPr>
    </w:p>
    <w:p w14:paraId="6BF35C71" w14:textId="77777777" w:rsidR="00E4062A" w:rsidRDefault="00E4062A" w:rsidP="00BC5C32">
      <w:pPr>
        <w:rPr>
          <w:sz w:val="24"/>
        </w:rPr>
      </w:pPr>
    </w:p>
    <w:p w14:paraId="722E3E7A" w14:textId="77777777" w:rsidR="00E4062A" w:rsidRDefault="00E4062A" w:rsidP="00BC5C32">
      <w:pPr>
        <w:rPr>
          <w:sz w:val="24"/>
        </w:rPr>
      </w:pPr>
    </w:p>
    <w:p w14:paraId="731FD005" w14:textId="77777777" w:rsidR="00E4062A" w:rsidRDefault="00E4062A" w:rsidP="00BC5C32">
      <w:pPr>
        <w:rPr>
          <w:sz w:val="24"/>
        </w:rPr>
      </w:pPr>
      <w:r>
        <w:rPr>
          <w:sz w:val="24"/>
        </w:rPr>
        <w:t>Ave Okspuu</w:t>
      </w:r>
    </w:p>
    <w:p w14:paraId="267C39D8" w14:textId="51024787" w:rsidR="00E4062A" w:rsidRDefault="00E4062A" w:rsidP="00BC5C32">
      <w:pPr>
        <w:rPr>
          <w:sz w:val="24"/>
        </w:rPr>
      </w:pPr>
      <w:r>
        <w:rPr>
          <w:sz w:val="24"/>
        </w:rPr>
        <w:t>+372608111</w:t>
      </w:r>
      <w:r w:rsidR="005B3471">
        <w:rPr>
          <w:sz w:val="24"/>
        </w:rPr>
        <w:t>1</w:t>
      </w:r>
    </w:p>
    <w:p w14:paraId="06C3C7D9" w14:textId="77777777" w:rsidR="0068275C" w:rsidRDefault="0068275C">
      <w:pPr>
        <w:rPr>
          <w:sz w:val="24"/>
        </w:rPr>
      </w:pPr>
    </w:p>
    <w:p w14:paraId="1FD68209" w14:textId="77777777" w:rsidR="002F060E" w:rsidRDefault="002F060E">
      <w:pPr>
        <w:rPr>
          <w:sz w:val="24"/>
        </w:rPr>
      </w:pPr>
    </w:p>
    <w:sectPr w:rsidR="002F060E">
      <w:headerReference w:type="default" r:id="rId8"/>
      <w:footerReference w:type="default" r:id="rId9"/>
      <w:type w:val="continuous"/>
      <w:pgSz w:w="11906" w:h="16838" w:code="9"/>
      <w:pgMar w:top="1134" w:right="1021" w:bottom="1134" w:left="1418" w:header="851" w:footer="454" w:gutter="0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BB9007" w14:textId="77777777" w:rsidR="000B1D66" w:rsidRDefault="000B1D66">
      <w:r>
        <w:separator/>
      </w:r>
    </w:p>
  </w:endnote>
  <w:endnote w:type="continuationSeparator" w:id="0">
    <w:p w14:paraId="70080671" w14:textId="77777777" w:rsidR="000B1D66" w:rsidRDefault="000B1D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52BD88" w14:textId="77777777" w:rsidR="00D47749" w:rsidRPr="002B69EF" w:rsidRDefault="00D47749">
    <w:pPr>
      <w:pStyle w:val="Jalus"/>
      <w:pBdr>
        <w:top w:val="single" w:sz="4" w:space="1" w:color="auto"/>
      </w:pBdr>
      <w:jc w:val="center"/>
      <w:rPr>
        <w:sz w:val="16"/>
        <w:szCs w:val="16"/>
      </w:rPr>
    </w:pPr>
    <w:r w:rsidRPr="002B69EF">
      <w:rPr>
        <w:sz w:val="16"/>
        <w:szCs w:val="16"/>
      </w:rPr>
      <w:t>Reaalprojekt OÜ</w:t>
    </w:r>
  </w:p>
  <w:p w14:paraId="203DCF91" w14:textId="77777777" w:rsidR="00D47749" w:rsidRPr="002B69EF" w:rsidRDefault="00416C93">
    <w:pPr>
      <w:pStyle w:val="Jalus"/>
      <w:tabs>
        <w:tab w:val="clear" w:pos="8306"/>
        <w:tab w:val="right" w:pos="9498"/>
      </w:tabs>
      <w:jc w:val="both"/>
      <w:rPr>
        <w:sz w:val="16"/>
        <w:szCs w:val="16"/>
      </w:rPr>
    </w:pPr>
    <w:r w:rsidRPr="002B69EF">
      <w:rPr>
        <w:sz w:val="16"/>
        <w:szCs w:val="16"/>
      </w:rPr>
      <w:t xml:space="preserve">Tallinna </w:t>
    </w:r>
    <w:r w:rsidR="00E4062A">
      <w:rPr>
        <w:sz w:val="16"/>
        <w:szCs w:val="16"/>
      </w:rPr>
      <w:t xml:space="preserve">tn </w:t>
    </w:r>
    <w:r w:rsidRPr="002B69EF">
      <w:rPr>
        <w:sz w:val="16"/>
        <w:szCs w:val="16"/>
      </w:rPr>
      <w:t>45</w:t>
    </w:r>
    <w:r w:rsidR="00D47749" w:rsidRPr="002B69EF">
      <w:rPr>
        <w:sz w:val="16"/>
        <w:szCs w:val="16"/>
      </w:rPr>
      <w:t>,</w:t>
    </w:r>
    <w:r w:rsidRPr="002B69EF">
      <w:rPr>
        <w:sz w:val="16"/>
        <w:szCs w:val="16"/>
      </w:rPr>
      <w:t xml:space="preserve"> 71008</w:t>
    </w:r>
    <w:r w:rsidR="00D47749" w:rsidRPr="002B69EF">
      <w:rPr>
        <w:sz w:val="16"/>
        <w:szCs w:val="16"/>
      </w:rPr>
      <w:t>, Viljandi</w:t>
    </w:r>
    <w:r w:rsidR="00D47749" w:rsidRPr="002B69EF">
      <w:rPr>
        <w:sz w:val="16"/>
        <w:szCs w:val="16"/>
      </w:rPr>
      <w:tab/>
    </w:r>
    <w:r w:rsidR="00D47749" w:rsidRPr="002B69EF">
      <w:rPr>
        <w:sz w:val="16"/>
        <w:szCs w:val="16"/>
      </w:rPr>
      <w:tab/>
      <w:t xml:space="preserve">tel </w:t>
    </w:r>
    <w:r w:rsidR="002B69EF">
      <w:rPr>
        <w:sz w:val="16"/>
        <w:szCs w:val="16"/>
      </w:rPr>
      <w:t xml:space="preserve">+372 </w:t>
    </w:r>
    <w:r w:rsidR="00E4062A">
      <w:rPr>
        <w:sz w:val="16"/>
        <w:szCs w:val="16"/>
      </w:rPr>
      <w:t>4336144</w:t>
    </w:r>
  </w:p>
  <w:p w14:paraId="7E50BA40" w14:textId="724BC373" w:rsidR="00D47749" w:rsidRPr="002B69EF" w:rsidRDefault="005B3471">
    <w:pPr>
      <w:pStyle w:val="Jalus"/>
      <w:tabs>
        <w:tab w:val="clear" w:pos="8306"/>
        <w:tab w:val="right" w:pos="9498"/>
      </w:tabs>
      <w:jc w:val="both"/>
      <w:rPr>
        <w:sz w:val="16"/>
        <w:szCs w:val="16"/>
      </w:rPr>
    </w:pPr>
    <w:r>
      <w:rPr>
        <w:sz w:val="16"/>
        <w:szCs w:val="16"/>
      </w:rPr>
      <w:t>Vabaduse pst 174 B</w:t>
    </w:r>
    <w:r w:rsidR="00A73B71" w:rsidRPr="002B69EF">
      <w:rPr>
        <w:sz w:val="16"/>
        <w:szCs w:val="16"/>
      </w:rPr>
      <w:t>, 1091</w:t>
    </w:r>
    <w:r>
      <w:rPr>
        <w:sz w:val="16"/>
        <w:szCs w:val="16"/>
      </w:rPr>
      <w:t>7</w:t>
    </w:r>
    <w:r w:rsidR="00D47749" w:rsidRPr="002B69EF">
      <w:rPr>
        <w:sz w:val="16"/>
        <w:szCs w:val="16"/>
      </w:rPr>
      <w:t xml:space="preserve"> Tallinn</w:t>
    </w:r>
    <w:r w:rsidR="00D47749" w:rsidRPr="002B69EF">
      <w:rPr>
        <w:sz w:val="16"/>
        <w:szCs w:val="16"/>
      </w:rPr>
      <w:tab/>
    </w:r>
    <w:r w:rsidR="00D47749" w:rsidRPr="002B69EF">
      <w:rPr>
        <w:sz w:val="16"/>
        <w:szCs w:val="16"/>
      </w:rPr>
      <w:tab/>
    </w:r>
    <w:proofErr w:type="spellStart"/>
    <w:r w:rsidR="003C646A" w:rsidRPr="002B69EF">
      <w:rPr>
        <w:sz w:val="16"/>
        <w:szCs w:val="16"/>
      </w:rPr>
      <w:t>f</w:t>
    </w:r>
    <w:r w:rsidR="00E4062A">
      <w:rPr>
        <w:sz w:val="16"/>
        <w:szCs w:val="16"/>
      </w:rPr>
      <w:t>el</w:t>
    </w:r>
    <w:proofErr w:type="spellEnd"/>
    <w:r w:rsidR="003C646A" w:rsidRPr="002B69EF">
      <w:rPr>
        <w:sz w:val="16"/>
        <w:szCs w:val="16"/>
      </w:rPr>
      <w:t xml:space="preserve"> </w:t>
    </w:r>
    <w:r w:rsidR="002B69EF">
      <w:rPr>
        <w:sz w:val="16"/>
        <w:szCs w:val="16"/>
      </w:rPr>
      <w:t xml:space="preserve">+372 </w:t>
    </w:r>
    <w:r w:rsidR="00E4062A">
      <w:rPr>
        <w:sz w:val="16"/>
        <w:szCs w:val="16"/>
      </w:rPr>
      <w:t>6081100</w:t>
    </w:r>
  </w:p>
  <w:p w14:paraId="575A70F1" w14:textId="58B405AF" w:rsidR="00D47749" w:rsidRDefault="00D47749">
    <w:pPr>
      <w:pStyle w:val="Jalus"/>
      <w:tabs>
        <w:tab w:val="clear" w:pos="8306"/>
        <w:tab w:val="right" w:pos="9498"/>
      </w:tabs>
      <w:jc w:val="both"/>
      <w:rPr>
        <w:sz w:val="16"/>
        <w:szCs w:val="16"/>
      </w:rPr>
    </w:pPr>
    <w:r w:rsidRPr="002B69EF">
      <w:rPr>
        <w:sz w:val="16"/>
        <w:szCs w:val="16"/>
      </w:rPr>
      <w:t>Reg.nr. 10765904</w:t>
    </w:r>
    <w:r w:rsidRPr="002B69EF">
      <w:rPr>
        <w:sz w:val="16"/>
        <w:szCs w:val="16"/>
      </w:rPr>
      <w:tab/>
    </w:r>
    <w:r w:rsidRPr="002B69EF">
      <w:rPr>
        <w:sz w:val="16"/>
        <w:szCs w:val="16"/>
      </w:rPr>
      <w:tab/>
    </w:r>
    <w:hyperlink r:id="rId1" w:history="1">
      <w:r w:rsidR="00E4062A" w:rsidRPr="00A12096">
        <w:rPr>
          <w:rStyle w:val="Hperlink"/>
          <w:sz w:val="16"/>
          <w:szCs w:val="16"/>
        </w:rPr>
        <w:t>reaalprojekt@reaalprojekt.ee</w:t>
      </w:r>
    </w:hyperlink>
  </w:p>
  <w:p w14:paraId="43ABAD3C" w14:textId="77777777" w:rsidR="00E4062A" w:rsidRPr="002B69EF" w:rsidRDefault="00E4062A">
    <w:pPr>
      <w:pStyle w:val="Jalus"/>
      <w:tabs>
        <w:tab w:val="clear" w:pos="8306"/>
        <w:tab w:val="right" w:pos="9498"/>
      </w:tabs>
      <w:jc w:val="both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476193" w14:textId="77777777" w:rsidR="000B1D66" w:rsidRDefault="000B1D66">
      <w:r>
        <w:separator/>
      </w:r>
    </w:p>
  </w:footnote>
  <w:footnote w:type="continuationSeparator" w:id="0">
    <w:p w14:paraId="41FF30B3" w14:textId="77777777" w:rsidR="000B1D66" w:rsidRDefault="000B1D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820285" w14:textId="4DA4512D" w:rsidR="00D47749" w:rsidRPr="00EE45EC" w:rsidRDefault="004940CC" w:rsidP="00405095">
    <w:pPr>
      <w:pStyle w:val="Pis"/>
      <w:pBdr>
        <w:bottom w:val="single" w:sz="4" w:space="27" w:color="auto"/>
      </w:pBdr>
    </w:pPr>
    <w:r>
      <w:rPr>
        <w:noProof/>
      </w:rPr>
      <w:drawing>
        <wp:anchor distT="0" distB="0" distL="114300" distR="114300" simplePos="0" relativeHeight="251657728" behindDoc="1" locked="0" layoutInCell="1" allowOverlap="1" wp14:anchorId="6BFA105E" wp14:editId="2DF290A8">
          <wp:simplePos x="0" y="0"/>
          <wp:positionH relativeFrom="column">
            <wp:align>center</wp:align>
          </wp:positionH>
          <wp:positionV relativeFrom="paragraph">
            <wp:posOffset>-514350</wp:posOffset>
          </wp:positionV>
          <wp:extent cx="1651000" cy="1166495"/>
          <wp:effectExtent l="0" t="0" r="0" b="0"/>
          <wp:wrapTight wrapText="bothSides">
            <wp:wrapPolygon edited="0">
              <wp:start x="0" y="0"/>
              <wp:lineTo x="0" y="21165"/>
              <wp:lineTo x="21434" y="21165"/>
              <wp:lineTo x="21434" y="0"/>
              <wp:lineTo x="0" y="0"/>
            </wp:wrapPolygon>
          </wp:wrapTight>
          <wp:docPr id="4" name="Pilt 1" descr="reaalprojekt_logo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lt 1" descr="reaalprojekt_logo_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51000" cy="11664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365630"/>
    <w:multiLevelType w:val="hybridMultilevel"/>
    <w:tmpl w:val="93FCBA32"/>
    <w:lvl w:ilvl="0" w:tplc="9B7ED308">
      <w:start w:val="1"/>
      <w:numFmt w:val="decimal"/>
      <w:lvlText w:val="%1."/>
      <w:lvlJc w:val="left"/>
      <w:pPr>
        <w:tabs>
          <w:tab w:val="num" w:pos="530"/>
        </w:tabs>
        <w:ind w:left="454" w:hanging="284"/>
      </w:pPr>
      <w:rPr>
        <w:rFonts w:hint="default"/>
      </w:rPr>
    </w:lvl>
    <w:lvl w:ilvl="1" w:tplc="175449CE">
      <w:start w:val="1"/>
      <w:numFmt w:val="bullet"/>
      <w:lvlText w:val="-"/>
      <w:lvlJc w:val="left"/>
      <w:pPr>
        <w:tabs>
          <w:tab w:val="num" w:pos="757"/>
        </w:tabs>
        <w:ind w:left="737" w:hanging="34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68B2191"/>
    <w:multiLevelType w:val="hybridMultilevel"/>
    <w:tmpl w:val="86D41B4E"/>
    <w:lvl w:ilvl="0" w:tplc="81344182">
      <w:start w:val="1"/>
      <w:numFmt w:val="decimal"/>
      <w:lvlText w:val="%1."/>
      <w:lvlJc w:val="left"/>
      <w:pPr>
        <w:tabs>
          <w:tab w:val="num" w:pos="645"/>
        </w:tabs>
        <w:ind w:left="64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365"/>
        </w:tabs>
        <w:ind w:left="1365" w:hanging="360"/>
      </w:pPr>
    </w:lvl>
    <w:lvl w:ilvl="2" w:tplc="0425001B" w:tentative="1">
      <w:start w:val="1"/>
      <w:numFmt w:val="lowerRoman"/>
      <w:lvlText w:val="%3."/>
      <w:lvlJc w:val="right"/>
      <w:pPr>
        <w:tabs>
          <w:tab w:val="num" w:pos="2085"/>
        </w:tabs>
        <w:ind w:left="2085" w:hanging="180"/>
      </w:pPr>
    </w:lvl>
    <w:lvl w:ilvl="3" w:tplc="0425000F" w:tentative="1">
      <w:start w:val="1"/>
      <w:numFmt w:val="decimal"/>
      <w:lvlText w:val="%4."/>
      <w:lvlJc w:val="left"/>
      <w:pPr>
        <w:tabs>
          <w:tab w:val="num" w:pos="2805"/>
        </w:tabs>
        <w:ind w:left="2805" w:hanging="360"/>
      </w:pPr>
    </w:lvl>
    <w:lvl w:ilvl="4" w:tplc="04250019" w:tentative="1">
      <w:start w:val="1"/>
      <w:numFmt w:val="lowerLetter"/>
      <w:lvlText w:val="%5."/>
      <w:lvlJc w:val="left"/>
      <w:pPr>
        <w:tabs>
          <w:tab w:val="num" w:pos="3525"/>
        </w:tabs>
        <w:ind w:left="3525" w:hanging="360"/>
      </w:pPr>
    </w:lvl>
    <w:lvl w:ilvl="5" w:tplc="0425001B" w:tentative="1">
      <w:start w:val="1"/>
      <w:numFmt w:val="lowerRoman"/>
      <w:lvlText w:val="%6."/>
      <w:lvlJc w:val="right"/>
      <w:pPr>
        <w:tabs>
          <w:tab w:val="num" w:pos="4245"/>
        </w:tabs>
        <w:ind w:left="4245" w:hanging="180"/>
      </w:pPr>
    </w:lvl>
    <w:lvl w:ilvl="6" w:tplc="0425000F" w:tentative="1">
      <w:start w:val="1"/>
      <w:numFmt w:val="decimal"/>
      <w:lvlText w:val="%7."/>
      <w:lvlJc w:val="left"/>
      <w:pPr>
        <w:tabs>
          <w:tab w:val="num" w:pos="4965"/>
        </w:tabs>
        <w:ind w:left="4965" w:hanging="360"/>
      </w:pPr>
    </w:lvl>
    <w:lvl w:ilvl="7" w:tplc="04250019" w:tentative="1">
      <w:start w:val="1"/>
      <w:numFmt w:val="lowerLetter"/>
      <w:lvlText w:val="%8."/>
      <w:lvlJc w:val="left"/>
      <w:pPr>
        <w:tabs>
          <w:tab w:val="num" w:pos="5685"/>
        </w:tabs>
        <w:ind w:left="5685" w:hanging="360"/>
      </w:pPr>
    </w:lvl>
    <w:lvl w:ilvl="8" w:tplc="0425001B" w:tentative="1">
      <w:start w:val="1"/>
      <w:numFmt w:val="lowerRoman"/>
      <w:lvlText w:val="%9."/>
      <w:lvlJc w:val="right"/>
      <w:pPr>
        <w:tabs>
          <w:tab w:val="num" w:pos="6405"/>
        </w:tabs>
        <w:ind w:left="6405" w:hanging="180"/>
      </w:pPr>
    </w:lvl>
  </w:abstractNum>
  <w:abstractNum w:abstractNumId="2" w15:restartNumberingAfterBreak="0">
    <w:nsid w:val="223B7B99"/>
    <w:multiLevelType w:val="hybridMultilevel"/>
    <w:tmpl w:val="045A67BC"/>
    <w:lvl w:ilvl="0" w:tplc="FF68E86C">
      <w:start w:val="19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8B857A8"/>
    <w:multiLevelType w:val="hybridMultilevel"/>
    <w:tmpl w:val="9FDA18E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7DF3229"/>
    <w:multiLevelType w:val="hybridMultilevel"/>
    <w:tmpl w:val="2E96A300"/>
    <w:lvl w:ilvl="0" w:tplc="BD981234">
      <w:start w:val="1"/>
      <w:numFmt w:val="decimal"/>
      <w:lvlText w:val="%1."/>
      <w:lvlJc w:val="left"/>
      <w:pPr>
        <w:tabs>
          <w:tab w:val="num" w:pos="530"/>
        </w:tabs>
        <w:ind w:left="510" w:hanging="3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BBE30D0"/>
    <w:multiLevelType w:val="hybridMultilevel"/>
    <w:tmpl w:val="5470CA8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F70359A">
      <w:start w:val="1"/>
      <w:numFmt w:val="lowerLetter"/>
      <w:lvlText w:val="%2)"/>
      <w:lvlJc w:val="left"/>
      <w:pPr>
        <w:tabs>
          <w:tab w:val="num" w:pos="1040"/>
        </w:tabs>
        <w:ind w:left="1021" w:hanging="341"/>
      </w:pPr>
      <w:rPr>
        <w:rFonts w:hint="default"/>
      </w:rPr>
    </w:lvl>
    <w:lvl w:ilvl="2" w:tplc="965A8A1C">
      <w:start w:val="1"/>
      <w:numFmt w:val="bullet"/>
      <w:lvlText w:val="-"/>
      <w:lvlJc w:val="left"/>
      <w:pPr>
        <w:tabs>
          <w:tab w:val="num" w:pos="1607"/>
        </w:tabs>
        <w:ind w:left="1588" w:hanging="341"/>
      </w:pPr>
      <w:rPr>
        <w:rFonts w:ascii="Times New Roman" w:eastAsia="Times New Roman" w:hAnsi="Times New Roman" w:cs="Times New Roman" w:hint="default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66619352">
    <w:abstractNumId w:val="5"/>
  </w:num>
  <w:num w:numId="2" w16cid:durableId="1282691874">
    <w:abstractNumId w:val="2"/>
  </w:num>
  <w:num w:numId="3" w16cid:durableId="156650373">
    <w:abstractNumId w:val="0"/>
  </w:num>
  <w:num w:numId="4" w16cid:durableId="634991630">
    <w:abstractNumId w:val="4"/>
  </w:num>
  <w:num w:numId="5" w16cid:durableId="141313259">
    <w:abstractNumId w:val="3"/>
  </w:num>
  <w:num w:numId="6" w16cid:durableId="107983740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84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53B9"/>
    <w:rsid w:val="0000040D"/>
    <w:rsid w:val="0000145B"/>
    <w:rsid w:val="000129E5"/>
    <w:rsid w:val="000201AD"/>
    <w:rsid w:val="00021647"/>
    <w:rsid w:val="00025BC6"/>
    <w:rsid w:val="000407F1"/>
    <w:rsid w:val="0004760B"/>
    <w:rsid w:val="0005340C"/>
    <w:rsid w:val="00056349"/>
    <w:rsid w:val="00061333"/>
    <w:rsid w:val="000640F3"/>
    <w:rsid w:val="00071E42"/>
    <w:rsid w:val="00073031"/>
    <w:rsid w:val="00074C9A"/>
    <w:rsid w:val="0007680C"/>
    <w:rsid w:val="00077FFC"/>
    <w:rsid w:val="0008522C"/>
    <w:rsid w:val="00086668"/>
    <w:rsid w:val="000871DE"/>
    <w:rsid w:val="0009339C"/>
    <w:rsid w:val="00096D66"/>
    <w:rsid w:val="000B1D66"/>
    <w:rsid w:val="000B3FF6"/>
    <w:rsid w:val="000B52A8"/>
    <w:rsid w:val="000C27DB"/>
    <w:rsid w:val="000D0390"/>
    <w:rsid w:val="000D3B14"/>
    <w:rsid w:val="000E08EB"/>
    <w:rsid w:val="000E7895"/>
    <w:rsid w:val="000E7CB4"/>
    <w:rsid w:val="000F07E2"/>
    <w:rsid w:val="000F0862"/>
    <w:rsid w:val="000F3BD3"/>
    <w:rsid w:val="00101DEC"/>
    <w:rsid w:val="00104E1D"/>
    <w:rsid w:val="001060E9"/>
    <w:rsid w:val="001061AA"/>
    <w:rsid w:val="0010689E"/>
    <w:rsid w:val="001105C8"/>
    <w:rsid w:val="0011252F"/>
    <w:rsid w:val="00117268"/>
    <w:rsid w:val="00117EB8"/>
    <w:rsid w:val="00121C57"/>
    <w:rsid w:val="00124070"/>
    <w:rsid w:val="00125137"/>
    <w:rsid w:val="00126751"/>
    <w:rsid w:val="001325E5"/>
    <w:rsid w:val="00132FE7"/>
    <w:rsid w:val="00140E0B"/>
    <w:rsid w:val="0014413B"/>
    <w:rsid w:val="00152C1D"/>
    <w:rsid w:val="00152DBF"/>
    <w:rsid w:val="00156AEC"/>
    <w:rsid w:val="00163B65"/>
    <w:rsid w:val="00163FBA"/>
    <w:rsid w:val="00166C09"/>
    <w:rsid w:val="00167651"/>
    <w:rsid w:val="00174428"/>
    <w:rsid w:val="0018150C"/>
    <w:rsid w:val="00182ADE"/>
    <w:rsid w:val="0019192E"/>
    <w:rsid w:val="0019429D"/>
    <w:rsid w:val="0019454E"/>
    <w:rsid w:val="00194D97"/>
    <w:rsid w:val="0019608F"/>
    <w:rsid w:val="001A1ADA"/>
    <w:rsid w:val="001A487D"/>
    <w:rsid w:val="001D3FDF"/>
    <w:rsid w:val="001D49E8"/>
    <w:rsid w:val="001D67E5"/>
    <w:rsid w:val="001E0A65"/>
    <w:rsid w:val="001E5202"/>
    <w:rsid w:val="001E6AFA"/>
    <w:rsid w:val="00205FDD"/>
    <w:rsid w:val="002137ED"/>
    <w:rsid w:val="00221204"/>
    <w:rsid w:val="002217BE"/>
    <w:rsid w:val="00221B80"/>
    <w:rsid w:val="002250CE"/>
    <w:rsid w:val="002279AF"/>
    <w:rsid w:val="00232EC7"/>
    <w:rsid w:val="00237E10"/>
    <w:rsid w:val="0024398A"/>
    <w:rsid w:val="0024531F"/>
    <w:rsid w:val="0024543E"/>
    <w:rsid w:val="002521C2"/>
    <w:rsid w:val="002542B6"/>
    <w:rsid w:val="00256F52"/>
    <w:rsid w:val="00271DB0"/>
    <w:rsid w:val="00274324"/>
    <w:rsid w:val="002865A5"/>
    <w:rsid w:val="00287988"/>
    <w:rsid w:val="0029081C"/>
    <w:rsid w:val="00294075"/>
    <w:rsid w:val="00296923"/>
    <w:rsid w:val="002A5388"/>
    <w:rsid w:val="002A789B"/>
    <w:rsid w:val="002B69EF"/>
    <w:rsid w:val="002C47ED"/>
    <w:rsid w:val="002C4A5C"/>
    <w:rsid w:val="002C664A"/>
    <w:rsid w:val="002D1CDF"/>
    <w:rsid w:val="002D4753"/>
    <w:rsid w:val="002E23E5"/>
    <w:rsid w:val="002F060E"/>
    <w:rsid w:val="00300805"/>
    <w:rsid w:val="003024CF"/>
    <w:rsid w:val="0030777E"/>
    <w:rsid w:val="00314FBA"/>
    <w:rsid w:val="0032031C"/>
    <w:rsid w:val="00321A43"/>
    <w:rsid w:val="00351595"/>
    <w:rsid w:val="0035167B"/>
    <w:rsid w:val="00352A7F"/>
    <w:rsid w:val="00356391"/>
    <w:rsid w:val="00357E23"/>
    <w:rsid w:val="003655BF"/>
    <w:rsid w:val="00366DD4"/>
    <w:rsid w:val="0037321D"/>
    <w:rsid w:val="0038212F"/>
    <w:rsid w:val="003903FD"/>
    <w:rsid w:val="00392132"/>
    <w:rsid w:val="00393845"/>
    <w:rsid w:val="00395786"/>
    <w:rsid w:val="00397FED"/>
    <w:rsid w:val="003A23C0"/>
    <w:rsid w:val="003A7E78"/>
    <w:rsid w:val="003B3EE3"/>
    <w:rsid w:val="003C3DA2"/>
    <w:rsid w:val="003C646A"/>
    <w:rsid w:val="003C6A4E"/>
    <w:rsid w:val="003C7B2F"/>
    <w:rsid w:val="003D738D"/>
    <w:rsid w:val="003E38DB"/>
    <w:rsid w:val="003E49B8"/>
    <w:rsid w:val="003E587E"/>
    <w:rsid w:val="003F0A94"/>
    <w:rsid w:val="003F1D12"/>
    <w:rsid w:val="003F514A"/>
    <w:rsid w:val="003F6175"/>
    <w:rsid w:val="00400E64"/>
    <w:rsid w:val="0040157A"/>
    <w:rsid w:val="00405095"/>
    <w:rsid w:val="00406B64"/>
    <w:rsid w:val="00414D4D"/>
    <w:rsid w:val="00415EB3"/>
    <w:rsid w:val="00416C93"/>
    <w:rsid w:val="00433875"/>
    <w:rsid w:val="004345D1"/>
    <w:rsid w:val="00434DFF"/>
    <w:rsid w:val="0043550D"/>
    <w:rsid w:val="00436EAD"/>
    <w:rsid w:val="00440889"/>
    <w:rsid w:val="00440E76"/>
    <w:rsid w:val="00447134"/>
    <w:rsid w:val="00453EB7"/>
    <w:rsid w:val="00454781"/>
    <w:rsid w:val="004633E8"/>
    <w:rsid w:val="00465308"/>
    <w:rsid w:val="00470043"/>
    <w:rsid w:val="00475107"/>
    <w:rsid w:val="00475AB1"/>
    <w:rsid w:val="00477FD9"/>
    <w:rsid w:val="004815D7"/>
    <w:rsid w:val="0048180A"/>
    <w:rsid w:val="00483D21"/>
    <w:rsid w:val="00485531"/>
    <w:rsid w:val="00493163"/>
    <w:rsid w:val="004940CC"/>
    <w:rsid w:val="004950B3"/>
    <w:rsid w:val="00496E85"/>
    <w:rsid w:val="004A0C6F"/>
    <w:rsid w:val="004A3018"/>
    <w:rsid w:val="004A329E"/>
    <w:rsid w:val="004A423E"/>
    <w:rsid w:val="004A4493"/>
    <w:rsid w:val="004A626E"/>
    <w:rsid w:val="004A792A"/>
    <w:rsid w:val="004B35CC"/>
    <w:rsid w:val="004B635E"/>
    <w:rsid w:val="004B6AF5"/>
    <w:rsid w:val="004C4E07"/>
    <w:rsid w:val="004D515E"/>
    <w:rsid w:val="004E6205"/>
    <w:rsid w:val="004E743B"/>
    <w:rsid w:val="004F107E"/>
    <w:rsid w:val="004F6815"/>
    <w:rsid w:val="00503D78"/>
    <w:rsid w:val="00513845"/>
    <w:rsid w:val="00515124"/>
    <w:rsid w:val="005277E3"/>
    <w:rsid w:val="00546209"/>
    <w:rsid w:val="005658BD"/>
    <w:rsid w:val="00567CEA"/>
    <w:rsid w:val="00570DA0"/>
    <w:rsid w:val="00574C1D"/>
    <w:rsid w:val="005778D2"/>
    <w:rsid w:val="00577B9F"/>
    <w:rsid w:val="00577EED"/>
    <w:rsid w:val="0058192C"/>
    <w:rsid w:val="00581DE8"/>
    <w:rsid w:val="0058274B"/>
    <w:rsid w:val="005833D0"/>
    <w:rsid w:val="00584F57"/>
    <w:rsid w:val="0059583F"/>
    <w:rsid w:val="005A2486"/>
    <w:rsid w:val="005A2BD4"/>
    <w:rsid w:val="005B1E0C"/>
    <w:rsid w:val="005B3471"/>
    <w:rsid w:val="005B3538"/>
    <w:rsid w:val="005C1183"/>
    <w:rsid w:val="005C2390"/>
    <w:rsid w:val="005C4626"/>
    <w:rsid w:val="005C7CB3"/>
    <w:rsid w:val="005D060F"/>
    <w:rsid w:val="005D6E02"/>
    <w:rsid w:val="005E281A"/>
    <w:rsid w:val="005E2DF2"/>
    <w:rsid w:val="005F3F27"/>
    <w:rsid w:val="005F4DF0"/>
    <w:rsid w:val="005F5246"/>
    <w:rsid w:val="005F5AB9"/>
    <w:rsid w:val="006009B9"/>
    <w:rsid w:val="00604F2E"/>
    <w:rsid w:val="00607DA7"/>
    <w:rsid w:val="00612017"/>
    <w:rsid w:val="00613B3F"/>
    <w:rsid w:val="00622117"/>
    <w:rsid w:val="00622377"/>
    <w:rsid w:val="00623FBB"/>
    <w:rsid w:val="006249E0"/>
    <w:rsid w:val="006307B2"/>
    <w:rsid w:val="00634534"/>
    <w:rsid w:val="0063494F"/>
    <w:rsid w:val="00644AD2"/>
    <w:rsid w:val="00650ECB"/>
    <w:rsid w:val="00655ACD"/>
    <w:rsid w:val="00661633"/>
    <w:rsid w:val="00663D93"/>
    <w:rsid w:val="00670988"/>
    <w:rsid w:val="00676D21"/>
    <w:rsid w:val="00680B09"/>
    <w:rsid w:val="00681D1C"/>
    <w:rsid w:val="0068275C"/>
    <w:rsid w:val="006A6BFB"/>
    <w:rsid w:val="006B7A8D"/>
    <w:rsid w:val="006C197A"/>
    <w:rsid w:val="006D1949"/>
    <w:rsid w:val="006D6502"/>
    <w:rsid w:val="006D6D71"/>
    <w:rsid w:val="006E0781"/>
    <w:rsid w:val="006E23F8"/>
    <w:rsid w:val="006E73AF"/>
    <w:rsid w:val="006F061F"/>
    <w:rsid w:val="006F2D13"/>
    <w:rsid w:val="006F5E73"/>
    <w:rsid w:val="006F7026"/>
    <w:rsid w:val="007011DF"/>
    <w:rsid w:val="007051AB"/>
    <w:rsid w:val="00707204"/>
    <w:rsid w:val="00713FA8"/>
    <w:rsid w:val="00723881"/>
    <w:rsid w:val="0072514B"/>
    <w:rsid w:val="0072514F"/>
    <w:rsid w:val="00733A68"/>
    <w:rsid w:val="00735310"/>
    <w:rsid w:val="007453B1"/>
    <w:rsid w:val="0075048C"/>
    <w:rsid w:val="007516AA"/>
    <w:rsid w:val="00754489"/>
    <w:rsid w:val="00757D57"/>
    <w:rsid w:val="00771474"/>
    <w:rsid w:val="00771B00"/>
    <w:rsid w:val="00773641"/>
    <w:rsid w:val="00773A49"/>
    <w:rsid w:val="007756BE"/>
    <w:rsid w:val="007779CD"/>
    <w:rsid w:val="007904C9"/>
    <w:rsid w:val="007906B5"/>
    <w:rsid w:val="007941D7"/>
    <w:rsid w:val="007A7896"/>
    <w:rsid w:val="007B2B44"/>
    <w:rsid w:val="007B2E3A"/>
    <w:rsid w:val="007B56B5"/>
    <w:rsid w:val="007D4E3B"/>
    <w:rsid w:val="007D5F4C"/>
    <w:rsid w:val="007E3361"/>
    <w:rsid w:val="007E386E"/>
    <w:rsid w:val="007E6BCF"/>
    <w:rsid w:val="00815EB7"/>
    <w:rsid w:val="00815F63"/>
    <w:rsid w:val="0082636E"/>
    <w:rsid w:val="008270C7"/>
    <w:rsid w:val="00830138"/>
    <w:rsid w:val="00852D62"/>
    <w:rsid w:val="0086295E"/>
    <w:rsid w:val="008642A3"/>
    <w:rsid w:val="00870B8C"/>
    <w:rsid w:val="00884913"/>
    <w:rsid w:val="008861E2"/>
    <w:rsid w:val="0089111C"/>
    <w:rsid w:val="008915E1"/>
    <w:rsid w:val="00891FD8"/>
    <w:rsid w:val="008A0547"/>
    <w:rsid w:val="008A2077"/>
    <w:rsid w:val="008C0E0F"/>
    <w:rsid w:val="008C64E6"/>
    <w:rsid w:val="008C7A5B"/>
    <w:rsid w:val="008D6441"/>
    <w:rsid w:val="008D6683"/>
    <w:rsid w:val="008E006F"/>
    <w:rsid w:val="008E20C7"/>
    <w:rsid w:val="00901DAA"/>
    <w:rsid w:val="00904809"/>
    <w:rsid w:val="00905602"/>
    <w:rsid w:val="00910F6A"/>
    <w:rsid w:val="00913402"/>
    <w:rsid w:val="00917108"/>
    <w:rsid w:val="00922158"/>
    <w:rsid w:val="00925B03"/>
    <w:rsid w:val="00925B46"/>
    <w:rsid w:val="009266CF"/>
    <w:rsid w:val="009375C0"/>
    <w:rsid w:val="009451C4"/>
    <w:rsid w:val="00947970"/>
    <w:rsid w:val="00953A29"/>
    <w:rsid w:val="00955AB1"/>
    <w:rsid w:val="0096054B"/>
    <w:rsid w:val="00962552"/>
    <w:rsid w:val="009639DC"/>
    <w:rsid w:val="00967367"/>
    <w:rsid w:val="009762D9"/>
    <w:rsid w:val="0098364E"/>
    <w:rsid w:val="00996E64"/>
    <w:rsid w:val="00996F6D"/>
    <w:rsid w:val="00997045"/>
    <w:rsid w:val="009A08D6"/>
    <w:rsid w:val="009A2C88"/>
    <w:rsid w:val="009A3053"/>
    <w:rsid w:val="009A791F"/>
    <w:rsid w:val="009A7B5D"/>
    <w:rsid w:val="009B0DF0"/>
    <w:rsid w:val="009B1C95"/>
    <w:rsid w:val="009B1D32"/>
    <w:rsid w:val="009B68B6"/>
    <w:rsid w:val="009C2099"/>
    <w:rsid w:val="009C3E38"/>
    <w:rsid w:val="009C4242"/>
    <w:rsid w:val="009C46AA"/>
    <w:rsid w:val="009C7366"/>
    <w:rsid w:val="009D0238"/>
    <w:rsid w:val="009D0E08"/>
    <w:rsid w:val="009D48F9"/>
    <w:rsid w:val="009D5043"/>
    <w:rsid w:val="009D543C"/>
    <w:rsid w:val="009D61E2"/>
    <w:rsid w:val="009F5421"/>
    <w:rsid w:val="009F5B47"/>
    <w:rsid w:val="00A00BB4"/>
    <w:rsid w:val="00A10871"/>
    <w:rsid w:val="00A1197B"/>
    <w:rsid w:val="00A14DFC"/>
    <w:rsid w:val="00A2104C"/>
    <w:rsid w:val="00A22E82"/>
    <w:rsid w:val="00A30DD9"/>
    <w:rsid w:val="00A30FBC"/>
    <w:rsid w:val="00A36ACC"/>
    <w:rsid w:val="00A41599"/>
    <w:rsid w:val="00A432F5"/>
    <w:rsid w:val="00A4534B"/>
    <w:rsid w:val="00A47990"/>
    <w:rsid w:val="00A5598D"/>
    <w:rsid w:val="00A56556"/>
    <w:rsid w:val="00A57A8E"/>
    <w:rsid w:val="00A65875"/>
    <w:rsid w:val="00A6765D"/>
    <w:rsid w:val="00A7065C"/>
    <w:rsid w:val="00A7290D"/>
    <w:rsid w:val="00A73B71"/>
    <w:rsid w:val="00A7799F"/>
    <w:rsid w:val="00A83DE4"/>
    <w:rsid w:val="00A852D7"/>
    <w:rsid w:val="00A85BC2"/>
    <w:rsid w:val="00A8767E"/>
    <w:rsid w:val="00A94061"/>
    <w:rsid w:val="00A97141"/>
    <w:rsid w:val="00AA2599"/>
    <w:rsid w:val="00AA2B3D"/>
    <w:rsid w:val="00AB2A83"/>
    <w:rsid w:val="00AB307A"/>
    <w:rsid w:val="00AB3717"/>
    <w:rsid w:val="00AC515C"/>
    <w:rsid w:val="00AD4BB0"/>
    <w:rsid w:val="00AD537E"/>
    <w:rsid w:val="00AD7C07"/>
    <w:rsid w:val="00AE25D0"/>
    <w:rsid w:val="00AE2C16"/>
    <w:rsid w:val="00AF0FEB"/>
    <w:rsid w:val="00AF1E15"/>
    <w:rsid w:val="00AF7EF6"/>
    <w:rsid w:val="00B05032"/>
    <w:rsid w:val="00B07CB9"/>
    <w:rsid w:val="00B10CB9"/>
    <w:rsid w:val="00B136AC"/>
    <w:rsid w:val="00B20C68"/>
    <w:rsid w:val="00B210BB"/>
    <w:rsid w:val="00B21A65"/>
    <w:rsid w:val="00B23DAE"/>
    <w:rsid w:val="00B25600"/>
    <w:rsid w:val="00B27AAB"/>
    <w:rsid w:val="00B32F22"/>
    <w:rsid w:val="00B33DC8"/>
    <w:rsid w:val="00B36FC1"/>
    <w:rsid w:val="00B41705"/>
    <w:rsid w:val="00B53F70"/>
    <w:rsid w:val="00B549FA"/>
    <w:rsid w:val="00B57532"/>
    <w:rsid w:val="00B61451"/>
    <w:rsid w:val="00B67754"/>
    <w:rsid w:val="00B67C87"/>
    <w:rsid w:val="00B73CE9"/>
    <w:rsid w:val="00B80590"/>
    <w:rsid w:val="00B83A94"/>
    <w:rsid w:val="00B87908"/>
    <w:rsid w:val="00B91CA7"/>
    <w:rsid w:val="00B94C0B"/>
    <w:rsid w:val="00BA1847"/>
    <w:rsid w:val="00BA485D"/>
    <w:rsid w:val="00BA5839"/>
    <w:rsid w:val="00BA677D"/>
    <w:rsid w:val="00BA7EC5"/>
    <w:rsid w:val="00BB575E"/>
    <w:rsid w:val="00BC3F8C"/>
    <w:rsid w:val="00BC5C32"/>
    <w:rsid w:val="00BC6406"/>
    <w:rsid w:val="00BD2A70"/>
    <w:rsid w:val="00BD4EDA"/>
    <w:rsid w:val="00BD5145"/>
    <w:rsid w:val="00BD6A2F"/>
    <w:rsid w:val="00BD6EE4"/>
    <w:rsid w:val="00BD7098"/>
    <w:rsid w:val="00BD73B1"/>
    <w:rsid w:val="00BD73D3"/>
    <w:rsid w:val="00BE0527"/>
    <w:rsid w:val="00BE46DB"/>
    <w:rsid w:val="00BF1E34"/>
    <w:rsid w:val="00BF3FDB"/>
    <w:rsid w:val="00C05424"/>
    <w:rsid w:val="00C11718"/>
    <w:rsid w:val="00C14E8C"/>
    <w:rsid w:val="00C15A28"/>
    <w:rsid w:val="00C163BE"/>
    <w:rsid w:val="00C24F26"/>
    <w:rsid w:val="00C344F5"/>
    <w:rsid w:val="00C34680"/>
    <w:rsid w:val="00C35611"/>
    <w:rsid w:val="00C35B73"/>
    <w:rsid w:val="00C3635B"/>
    <w:rsid w:val="00C3685C"/>
    <w:rsid w:val="00C442F9"/>
    <w:rsid w:val="00C45CDA"/>
    <w:rsid w:val="00C553B9"/>
    <w:rsid w:val="00C60F7B"/>
    <w:rsid w:val="00C64C9B"/>
    <w:rsid w:val="00C70718"/>
    <w:rsid w:val="00C83B19"/>
    <w:rsid w:val="00C84C7F"/>
    <w:rsid w:val="00C859C4"/>
    <w:rsid w:val="00C900BE"/>
    <w:rsid w:val="00C932D3"/>
    <w:rsid w:val="00C94DC5"/>
    <w:rsid w:val="00CA07EB"/>
    <w:rsid w:val="00CA2877"/>
    <w:rsid w:val="00CA4E52"/>
    <w:rsid w:val="00CA5C6C"/>
    <w:rsid w:val="00CC3139"/>
    <w:rsid w:val="00CE11CF"/>
    <w:rsid w:val="00CE1CAA"/>
    <w:rsid w:val="00CF4620"/>
    <w:rsid w:val="00CF6CC1"/>
    <w:rsid w:val="00CF6DAD"/>
    <w:rsid w:val="00CF7A1B"/>
    <w:rsid w:val="00D02E96"/>
    <w:rsid w:val="00D16F4A"/>
    <w:rsid w:val="00D21820"/>
    <w:rsid w:val="00D21D5A"/>
    <w:rsid w:val="00D27BB8"/>
    <w:rsid w:val="00D34188"/>
    <w:rsid w:val="00D349DC"/>
    <w:rsid w:val="00D35232"/>
    <w:rsid w:val="00D363A2"/>
    <w:rsid w:val="00D376B6"/>
    <w:rsid w:val="00D47749"/>
    <w:rsid w:val="00D52165"/>
    <w:rsid w:val="00D578AB"/>
    <w:rsid w:val="00D60EF7"/>
    <w:rsid w:val="00D65169"/>
    <w:rsid w:val="00D65631"/>
    <w:rsid w:val="00D65A4F"/>
    <w:rsid w:val="00D75838"/>
    <w:rsid w:val="00D82A19"/>
    <w:rsid w:val="00DA7514"/>
    <w:rsid w:val="00DB2F74"/>
    <w:rsid w:val="00DB37BC"/>
    <w:rsid w:val="00DB4DB5"/>
    <w:rsid w:val="00DB703A"/>
    <w:rsid w:val="00DC01D6"/>
    <w:rsid w:val="00DC2B7B"/>
    <w:rsid w:val="00DD0E1A"/>
    <w:rsid w:val="00DE1AA7"/>
    <w:rsid w:val="00DE4D34"/>
    <w:rsid w:val="00DF044C"/>
    <w:rsid w:val="00DF0FE7"/>
    <w:rsid w:val="00DF5FB9"/>
    <w:rsid w:val="00E0037E"/>
    <w:rsid w:val="00E22A92"/>
    <w:rsid w:val="00E3225E"/>
    <w:rsid w:val="00E346CC"/>
    <w:rsid w:val="00E34809"/>
    <w:rsid w:val="00E37C9A"/>
    <w:rsid w:val="00E4062A"/>
    <w:rsid w:val="00E4086A"/>
    <w:rsid w:val="00E45459"/>
    <w:rsid w:val="00E51E04"/>
    <w:rsid w:val="00E51FB2"/>
    <w:rsid w:val="00E61502"/>
    <w:rsid w:val="00E6490F"/>
    <w:rsid w:val="00E64949"/>
    <w:rsid w:val="00E72451"/>
    <w:rsid w:val="00E961B8"/>
    <w:rsid w:val="00E96FB5"/>
    <w:rsid w:val="00EA1E5F"/>
    <w:rsid w:val="00EB3ED0"/>
    <w:rsid w:val="00EB757F"/>
    <w:rsid w:val="00EC06E9"/>
    <w:rsid w:val="00EC16B0"/>
    <w:rsid w:val="00EC4852"/>
    <w:rsid w:val="00EC52D4"/>
    <w:rsid w:val="00EC680A"/>
    <w:rsid w:val="00EE10C8"/>
    <w:rsid w:val="00EE45EC"/>
    <w:rsid w:val="00EE72B4"/>
    <w:rsid w:val="00EF040D"/>
    <w:rsid w:val="00EF4332"/>
    <w:rsid w:val="00F00C7F"/>
    <w:rsid w:val="00F115ED"/>
    <w:rsid w:val="00F176E5"/>
    <w:rsid w:val="00F353B1"/>
    <w:rsid w:val="00F3554A"/>
    <w:rsid w:val="00F35665"/>
    <w:rsid w:val="00F36126"/>
    <w:rsid w:val="00F36E1E"/>
    <w:rsid w:val="00F47133"/>
    <w:rsid w:val="00F50750"/>
    <w:rsid w:val="00F5563E"/>
    <w:rsid w:val="00F6185C"/>
    <w:rsid w:val="00F6256C"/>
    <w:rsid w:val="00F7121E"/>
    <w:rsid w:val="00F71449"/>
    <w:rsid w:val="00F718CF"/>
    <w:rsid w:val="00F768E8"/>
    <w:rsid w:val="00F91C44"/>
    <w:rsid w:val="00F936F2"/>
    <w:rsid w:val="00F938BC"/>
    <w:rsid w:val="00FA088D"/>
    <w:rsid w:val="00FA15E8"/>
    <w:rsid w:val="00FB0080"/>
    <w:rsid w:val="00FB0AC4"/>
    <w:rsid w:val="00FB25FC"/>
    <w:rsid w:val="00FB28DC"/>
    <w:rsid w:val="00FC13A9"/>
    <w:rsid w:val="00FC1C11"/>
    <w:rsid w:val="00FD5829"/>
    <w:rsid w:val="00FD6ADF"/>
    <w:rsid w:val="00FD6BB1"/>
    <w:rsid w:val="00FE07B7"/>
    <w:rsid w:val="00FE08DB"/>
    <w:rsid w:val="00FE2523"/>
    <w:rsid w:val="00FE3222"/>
    <w:rsid w:val="00FE4EB4"/>
    <w:rsid w:val="00FE7B37"/>
    <w:rsid w:val="00FF1BE4"/>
    <w:rsid w:val="00FF1C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</o:shapelayout>
  </w:shapeDefaults>
  <w:decimalSymbol w:val=","/>
  <w:listSeparator w:val=";"/>
  <w14:docId w14:val="4B53BF5C"/>
  <w15:chartTrackingRefBased/>
  <w15:docId w15:val="{22DBFD7E-0FC3-45EE-800B-98CB32851A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laad">
    <w:name w:val="Normal"/>
    <w:qFormat/>
    <w:rPr>
      <w:lang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sz w:val="24"/>
    </w:rPr>
  </w:style>
  <w:style w:type="paragraph" w:styleId="Pealkiri2">
    <w:name w:val="heading 2"/>
    <w:basedOn w:val="Normaallaad"/>
    <w:next w:val="Normaallaad"/>
    <w:qFormat/>
    <w:pPr>
      <w:keepNext/>
      <w:jc w:val="center"/>
      <w:outlineLvl w:val="1"/>
    </w:pPr>
    <w:rPr>
      <w:b/>
      <w:sz w:val="28"/>
    </w:rPr>
  </w:style>
  <w:style w:type="paragraph" w:styleId="Pealkiri3">
    <w:name w:val="heading 3"/>
    <w:basedOn w:val="Normaallaad"/>
    <w:next w:val="Normaallaad"/>
    <w:qFormat/>
    <w:pPr>
      <w:keepNext/>
      <w:jc w:val="center"/>
      <w:outlineLvl w:val="2"/>
    </w:pPr>
    <w:rPr>
      <w:b/>
      <w:bCs/>
      <w:sz w:val="28"/>
      <w:u w:val="single"/>
    </w:rPr>
  </w:style>
  <w:style w:type="paragraph" w:styleId="Pealkiri4">
    <w:name w:val="heading 4"/>
    <w:basedOn w:val="Normaallaad"/>
    <w:next w:val="Normaallaad"/>
    <w:qFormat/>
    <w:pPr>
      <w:keepNext/>
      <w:tabs>
        <w:tab w:val="left" w:pos="6946"/>
        <w:tab w:val="left" w:pos="7655"/>
      </w:tabs>
      <w:outlineLvl w:val="3"/>
    </w:pPr>
    <w:rPr>
      <w:sz w:val="26"/>
    </w:rPr>
  </w:style>
  <w:style w:type="paragraph" w:styleId="Pealkiri5">
    <w:name w:val="heading 5"/>
    <w:basedOn w:val="Normaallaad"/>
    <w:next w:val="Normaallaad"/>
    <w:qFormat/>
    <w:pPr>
      <w:keepNext/>
      <w:ind w:left="1440" w:firstLine="720"/>
      <w:outlineLvl w:val="4"/>
    </w:pPr>
    <w:rPr>
      <w:sz w:val="28"/>
    </w:rPr>
  </w:style>
  <w:style w:type="paragraph" w:styleId="Pealkiri6">
    <w:name w:val="heading 6"/>
    <w:basedOn w:val="Normaallaad"/>
    <w:next w:val="Normaallaad"/>
    <w:qFormat/>
    <w:pPr>
      <w:keepNext/>
      <w:outlineLvl w:val="5"/>
    </w:pPr>
    <w:rPr>
      <w:b/>
      <w:bCs/>
      <w:sz w:val="28"/>
    </w:rPr>
  </w:style>
  <w:style w:type="paragraph" w:styleId="Pealkiri7">
    <w:name w:val="heading 7"/>
    <w:basedOn w:val="Normaallaad"/>
    <w:next w:val="Normaallaad"/>
    <w:qFormat/>
    <w:pPr>
      <w:keepNext/>
      <w:jc w:val="center"/>
      <w:outlineLvl w:val="6"/>
    </w:pPr>
    <w:rPr>
      <w:sz w:val="26"/>
    </w:rPr>
  </w:style>
  <w:style w:type="paragraph" w:styleId="Pealkiri8">
    <w:name w:val="heading 8"/>
    <w:basedOn w:val="Normaallaad"/>
    <w:next w:val="Normaallaad"/>
    <w:qFormat/>
    <w:pPr>
      <w:keepNext/>
      <w:outlineLvl w:val="7"/>
    </w:pPr>
    <w:rPr>
      <w:b/>
      <w:bCs/>
      <w:sz w:val="24"/>
    </w:rPr>
  </w:style>
  <w:style w:type="paragraph" w:styleId="Pealkiri9">
    <w:name w:val="heading 9"/>
    <w:basedOn w:val="Normaallaad"/>
    <w:next w:val="Normaallaad"/>
    <w:qFormat/>
    <w:pPr>
      <w:keepNext/>
      <w:jc w:val="right"/>
      <w:outlineLvl w:val="8"/>
    </w:pPr>
    <w:rPr>
      <w:sz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pPr>
      <w:tabs>
        <w:tab w:val="center" w:pos="4153"/>
        <w:tab w:val="right" w:pos="8306"/>
      </w:tabs>
    </w:pPr>
  </w:style>
  <w:style w:type="paragraph" w:styleId="Jalus">
    <w:name w:val="footer"/>
    <w:basedOn w:val="Normaallaad"/>
    <w:pPr>
      <w:tabs>
        <w:tab w:val="center" w:pos="4153"/>
        <w:tab w:val="right" w:pos="8306"/>
      </w:tabs>
    </w:pPr>
  </w:style>
  <w:style w:type="paragraph" w:styleId="Kehatekst">
    <w:name w:val="Body Text"/>
    <w:basedOn w:val="Normaallaad"/>
    <w:link w:val="KehatekstMrk"/>
    <w:rPr>
      <w:b/>
      <w:sz w:val="28"/>
    </w:rPr>
  </w:style>
  <w:style w:type="paragraph" w:styleId="Kehatekst2">
    <w:name w:val="Body Text 2"/>
    <w:basedOn w:val="Normaallaad"/>
    <w:pPr>
      <w:tabs>
        <w:tab w:val="left" w:pos="6521"/>
        <w:tab w:val="left" w:pos="7230"/>
      </w:tabs>
    </w:pPr>
    <w:rPr>
      <w:sz w:val="24"/>
    </w:rPr>
  </w:style>
  <w:style w:type="character" w:styleId="Hperlink">
    <w:name w:val="Hyperlink"/>
    <w:rPr>
      <w:color w:val="0000FF"/>
      <w:u w:val="single"/>
    </w:rPr>
  </w:style>
  <w:style w:type="character" w:styleId="Kommentaariviide">
    <w:name w:val="annotation reference"/>
    <w:semiHidden/>
    <w:rPr>
      <w:sz w:val="16"/>
      <w:szCs w:val="16"/>
    </w:rPr>
  </w:style>
  <w:style w:type="paragraph" w:styleId="Kommentaaritekst">
    <w:name w:val="annotation text"/>
    <w:basedOn w:val="Normaallaad"/>
    <w:semiHidden/>
  </w:style>
  <w:style w:type="paragraph" w:styleId="Allmrkusetekst">
    <w:name w:val="footnote text"/>
    <w:basedOn w:val="Normaallaad"/>
    <w:semiHidden/>
  </w:style>
  <w:style w:type="character" w:styleId="Allmrkuseviide">
    <w:name w:val="footnote reference"/>
    <w:semiHidden/>
    <w:rPr>
      <w:vertAlign w:val="superscript"/>
    </w:rPr>
  </w:style>
  <w:style w:type="paragraph" w:styleId="Pealdis">
    <w:name w:val="caption"/>
    <w:basedOn w:val="Normaallaad"/>
    <w:next w:val="Normaallaad"/>
    <w:qFormat/>
    <w:pPr>
      <w:spacing w:before="120" w:after="120"/>
    </w:pPr>
    <w:rPr>
      <w:b/>
      <w:bCs/>
    </w:rPr>
  </w:style>
  <w:style w:type="character" w:styleId="Klastatudhperlink">
    <w:name w:val="FollowedHyperlink"/>
    <w:rPr>
      <w:color w:val="800080"/>
      <w:u w:val="single"/>
    </w:rPr>
  </w:style>
  <w:style w:type="paragraph" w:styleId="Jutumullitekst">
    <w:name w:val="Balloon Text"/>
    <w:basedOn w:val="Normaallaad"/>
    <w:semiHidden/>
    <w:rPr>
      <w:rFonts w:ascii="Tahoma" w:hAnsi="Tahoma" w:cs="Tahoma"/>
      <w:sz w:val="16"/>
      <w:szCs w:val="16"/>
    </w:rPr>
  </w:style>
  <w:style w:type="paragraph" w:styleId="Kommentaariteema">
    <w:name w:val="annotation subject"/>
    <w:basedOn w:val="Kommentaaritekst"/>
    <w:next w:val="Kommentaaritekst"/>
    <w:semiHidden/>
    <w:rPr>
      <w:b/>
      <w:bCs/>
    </w:rPr>
  </w:style>
  <w:style w:type="paragraph" w:styleId="Pealkiri">
    <w:name w:val="Title"/>
    <w:basedOn w:val="Normaallaad"/>
    <w:qFormat/>
    <w:rsid w:val="00DB2F74"/>
    <w:pPr>
      <w:jc w:val="center"/>
    </w:pPr>
    <w:rPr>
      <w:b/>
      <w:bCs/>
      <w:sz w:val="24"/>
      <w:szCs w:val="24"/>
    </w:rPr>
  </w:style>
  <w:style w:type="paragraph" w:styleId="HTML-eelvormindatud">
    <w:name w:val="HTML Preformatted"/>
    <w:basedOn w:val="Normaallaad"/>
    <w:rsid w:val="0014413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en-US"/>
    </w:rPr>
  </w:style>
  <w:style w:type="character" w:customStyle="1" w:styleId="KehatekstMrk">
    <w:name w:val="Kehatekst Märk"/>
    <w:link w:val="Kehatekst"/>
    <w:rsid w:val="00BC5C32"/>
    <w:rPr>
      <w:b/>
      <w:sz w:val="28"/>
      <w:lang w:eastAsia="en-US"/>
    </w:rPr>
  </w:style>
  <w:style w:type="character" w:customStyle="1" w:styleId="fontstyle01">
    <w:name w:val="fontstyle01"/>
    <w:rsid w:val="002279AF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0028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9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reaalprojekt@reaalprojekt.e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VE.AUN\Desktop\RP%20hinnapakkumus.dot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3A3453-49D4-4F3F-BDEF-628F1DC796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RP hinnapakkumus</Template>
  <TotalTime>0</TotalTime>
  <Pages>1</Pages>
  <Words>89</Words>
  <Characters>770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>AS xxxxx</vt:lpstr>
      <vt:lpstr>AS xxxxx</vt:lpstr>
    </vt:vector>
  </TitlesOfParts>
  <Company>Company</Company>
  <LinksUpToDate>false</LinksUpToDate>
  <CharactersWithSpaces>858</CharactersWithSpaces>
  <SharedDoc>false</SharedDoc>
  <HLinks>
    <vt:vector size="6" baseType="variant">
      <vt:variant>
        <vt:i4>4259938</vt:i4>
      </vt:variant>
      <vt:variant>
        <vt:i4>0</vt:i4>
      </vt:variant>
      <vt:variant>
        <vt:i4>0</vt:i4>
      </vt:variant>
      <vt:variant>
        <vt:i4>5</vt:i4>
      </vt:variant>
      <vt:variant>
        <vt:lpwstr>mailto:reaalprojekt@reaalprojekt.ee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 xxxxx</dc:title>
  <dc:subject/>
  <dc:creator>ave.aun</dc:creator>
  <cp:keywords/>
  <cp:lastModifiedBy>Ave Okspuu</cp:lastModifiedBy>
  <cp:revision>2</cp:revision>
  <cp:lastPrinted>2012-09-13T08:01:00Z</cp:lastPrinted>
  <dcterms:created xsi:type="dcterms:W3CDTF">2024-07-10T11:35:00Z</dcterms:created>
  <dcterms:modified xsi:type="dcterms:W3CDTF">2024-07-10T11:35:00Z</dcterms:modified>
</cp:coreProperties>
</file>